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4033C5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4033C5">
        <w:rPr>
          <w:bCs/>
        </w:rPr>
        <w:t xml:space="preserve">: </w:t>
      </w:r>
      <w:r w:rsidRPr="004033C5">
        <w:rPr>
          <w:b/>
        </w:rPr>
        <w:t>„</w:t>
      </w:r>
      <w:r w:rsidR="004033C5" w:rsidRPr="004033C5">
        <w:rPr>
          <w:b/>
        </w:rPr>
        <w:t>Nákup dvoutaktních motorů pro brusky kolejnic</w:t>
      </w:r>
      <w:r w:rsidRPr="004033C5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4033C5" w:rsidRDefault="004033C5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4033C5">
        <w:t>Formulář ČP o splnění základní způsobilosti</w:t>
      </w:r>
    </w:p>
    <w:p w:rsidR="00374707" w:rsidRPr="004033C5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4033C5">
        <w:t>Formulář nabídky</w:t>
      </w:r>
    </w:p>
    <w:p w:rsidR="00374707" w:rsidRPr="004033C5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4033C5">
        <w:t xml:space="preserve">Návrh </w:t>
      </w:r>
      <w:r w:rsidR="004033C5" w:rsidRPr="004033C5">
        <w:t xml:space="preserve">kupní </w:t>
      </w:r>
      <w:r w:rsidRPr="004033C5">
        <w:t xml:space="preserve">smlouvy </w:t>
      </w:r>
    </w:p>
    <w:p w:rsidR="00374707" w:rsidRPr="004033C5" w:rsidRDefault="004033C5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4033C5">
        <w:t>Nález podezřelého předmětu</w:t>
      </w:r>
    </w:p>
    <w:p w:rsidR="002561BD" w:rsidRPr="004033C5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4033C5">
        <w:t>Čestné prohlášení ve vztahu k zakázaným dohodám</w:t>
      </w:r>
    </w:p>
    <w:p w:rsidR="00374707" w:rsidRPr="004033C5" w:rsidRDefault="00374707" w:rsidP="004033C5">
      <w:pPr>
        <w:pStyle w:val="Zhlav"/>
        <w:spacing w:before="120"/>
        <w:ind w:left="284"/>
        <w:rPr>
          <w:snapToGrid w:val="0"/>
        </w:rPr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4033C5">
        <w:rPr>
          <w:b/>
        </w:rPr>
        <w:t>„</w:t>
      </w:r>
      <w:r w:rsidR="004033C5" w:rsidRPr="004033C5">
        <w:rPr>
          <w:b/>
        </w:rPr>
        <w:t>Nákup dvoutaktních motorů pro brusky kolejnic</w:t>
      </w:r>
      <w:r w:rsidRPr="004033C5">
        <w:rPr>
          <w:b/>
        </w:rPr>
        <w:t xml:space="preserve">“ </w:t>
      </w:r>
      <w:r w:rsidR="004033C5" w:rsidRPr="004033C5">
        <w:t>za tuto nabídkovou cenu:</w:t>
      </w:r>
    </w:p>
    <w:p w:rsidR="00F05536" w:rsidRPr="004033C5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4033C5">
        <w:rPr>
          <w:b/>
          <w:bCs/>
        </w:rPr>
        <w:t>Celková nabídková cena bez DPH:              ……………… Kč</w:t>
      </w:r>
    </w:p>
    <w:p w:rsidR="00F05536" w:rsidRPr="004033C5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4033C5">
        <w:rPr>
          <w:b/>
          <w:bCs/>
        </w:rPr>
        <w:t>DPH 21%</w:t>
      </w:r>
      <w:r w:rsidRPr="004033C5">
        <w:rPr>
          <w:b/>
          <w:bCs/>
        </w:rPr>
        <w:tab/>
        <w:t xml:space="preserve">        </w:t>
      </w:r>
      <w:r w:rsidRPr="004033C5">
        <w:rPr>
          <w:b/>
          <w:bCs/>
        </w:rPr>
        <w:tab/>
      </w:r>
      <w:r w:rsidRPr="004033C5">
        <w:rPr>
          <w:b/>
          <w:bCs/>
        </w:rPr>
        <w:tab/>
      </w:r>
      <w:r w:rsidRPr="004033C5">
        <w:rPr>
          <w:b/>
          <w:bCs/>
        </w:rPr>
        <w:tab/>
      </w:r>
      <w:r w:rsidRPr="004033C5">
        <w:rPr>
          <w:b/>
          <w:bCs/>
        </w:rPr>
        <w:tab/>
        <w:t xml:space="preserve"> ……………… Kč</w:t>
      </w:r>
    </w:p>
    <w:p w:rsidR="00F05536" w:rsidRPr="004033C5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4033C5">
        <w:rPr>
          <w:b/>
          <w:bCs/>
        </w:rPr>
        <w:t>Celková nabídková cena včetně DPH           ……………… Kč</w:t>
      </w:r>
    </w:p>
    <w:p w:rsidR="00374707" w:rsidRPr="004033C5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4033C5" w:rsidRPr="004033C5">
        <w:t xml:space="preserve">kupní </w:t>
      </w:r>
      <w:r w:rsidRPr="004033C5">
        <w:t>smlouvy</w:t>
      </w:r>
      <w:r w:rsidR="004033C5">
        <w:t>.</w:t>
      </w:r>
      <w:r w:rsidRPr="004033C5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374707" w:rsidRPr="004033C5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4033C5" w:rsidRPr="004033C5">
        <w:rPr>
          <w:b/>
        </w:rPr>
        <w:t>říjen</w:t>
      </w:r>
      <w:r w:rsidR="00F05536" w:rsidRPr="004033C5">
        <w:rPr>
          <w:b/>
        </w:rPr>
        <w:t xml:space="preserve"> 2020</w:t>
      </w:r>
      <w:r w:rsidR="00EB0735" w:rsidRPr="004033C5">
        <w:rPr>
          <w:b/>
        </w:rPr>
        <w:t xml:space="preserve"> – </w:t>
      </w:r>
      <w:r w:rsidR="00EB0735" w:rsidRPr="004033C5">
        <w:t xml:space="preserve">ihned po nabytí účinnosti </w:t>
      </w:r>
      <w:r w:rsidR="004033C5" w:rsidRPr="004033C5">
        <w:t xml:space="preserve">kupní </w:t>
      </w:r>
      <w:r w:rsidR="00EB0735" w:rsidRPr="004033C5">
        <w:t xml:space="preserve">smlouvy uveřejněním </w:t>
      </w:r>
      <w:r w:rsidR="004033C5" w:rsidRPr="004033C5">
        <w:t xml:space="preserve">    </w:t>
      </w:r>
      <w:r w:rsidR="00EB0735" w:rsidRPr="004033C5">
        <w:t>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Pr="004033C5">
        <w:t xml:space="preserve">díla: </w:t>
      </w:r>
      <w:r w:rsidR="004033C5" w:rsidRPr="004033C5">
        <w:rPr>
          <w:b/>
        </w:rPr>
        <w:t>30. 11. 2020</w:t>
      </w:r>
      <w:r w:rsidRPr="004033C5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4033C5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</w:t>
      </w:r>
      <w:bookmarkStart w:id="0" w:name="_GoBack"/>
      <w:bookmarkEnd w:id="0"/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066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ABF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7FA8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F90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243A4"/>
    <w:rsid w:val="00341DCF"/>
    <w:rsid w:val="00357BC6"/>
    <w:rsid w:val="00374707"/>
    <w:rsid w:val="003956C6"/>
    <w:rsid w:val="004033C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93F89"/>
    <w:rsid w:val="00DC75F3"/>
    <w:rsid w:val="00DD46F3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A7DE11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69FEAB-BA13-4B09-8818-5FD65D88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14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3</cp:revision>
  <cp:lastPrinted>2017-11-28T17:18:00Z</cp:lastPrinted>
  <dcterms:created xsi:type="dcterms:W3CDTF">2020-09-22T11:19:00Z</dcterms:created>
  <dcterms:modified xsi:type="dcterms:W3CDTF">2020-09-23T07:26:00Z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